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501E9C44" w:rsidR="00F158E9" w:rsidRDefault="00A10986" w:rsidP="00B54716">
            <w:r>
              <w:t xml:space="preserve"> </w:t>
            </w:r>
            <w:r w:rsidR="006A0115">
              <w:t>(digitaalallkirja kuupäev)</w:t>
            </w:r>
            <w:r>
              <w:t xml:space="preserve"> nr 1-5</w:t>
            </w:r>
            <w:r w:rsidR="00F249DD">
              <w:t>.1</w:t>
            </w:r>
            <w:r>
              <w:t>/</w:t>
            </w:r>
            <w:r w:rsidR="00C63E5A">
              <w:t>2022/</w:t>
            </w:r>
            <w:r w:rsidR="00F51297">
              <w:t>31</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68F12695" w:rsidR="00F158E9" w:rsidRDefault="00D10106" w:rsidP="009A6AC7">
      <w:pPr>
        <w:pStyle w:val="Pealkiri1"/>
      </w:pPr>
      <w:r>
        <w:t>Siloaugu</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40A7978F"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D10106">
        <w:t>Rääbise Põllumajanduse O</w:t>
      </w:r>
      <w:r w:rsidR="002D1AC9">
        <w:t xml:space="preserve">saühing </w:t>
      </w:r>
      <w:r w:rsidR="005E678A">
        <w:t>o</w:t>
      </w:r>
      <w:r w:rsidRPr="00631681">
        <w:t xml:space="preserve">mandis olevale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D10106">
        <w:t>2716835</w:t>
      </w:r>
      <w:r w:rsidR="00E278C6">
        <w:t>,</w:t>
      </w:r>
      <w:r w:rsidRPr="00631681">
        <w:t xml:space="preserve"> </w:t>
      </w:r>
      <w:r w:rsidR="009921BF">
        <w:t xml:space="preserve">katastritunnus </w:t>
      </w:r>
      <w:r w:rsidR="00D10106">
        <w:t>81002:002:0056</w:t>
      </w:r>
      <w:r w:rsidR="006F676A">
        <w:t xml:space="preserve">, </w:t>
      </w:r>
      <w:r w:rsidR="006F676A" w:rsidRPr="00631681">
        <w:t xml:space="preserve">asukoht </w:t>
      </w:r>
      <w:r w:rsidR="006F676A">
        <w:t xml:space="preserve">Jõgeva maakond, </w:t>
      </w:r>
      <w:r w:rsidR="002D1AC9">
        <w:t>Jõgeva</w:t>
      </w:r>
      <w:r w:rsidR="006F676A">
        <w:t xml:space="preserve"> vald, </w:t>
      </w:r>
      <w:r w:rsidR="002D1AC9">
        <w:t>Tõikvere</w:t>
      </w:r>
      <w:r w:rsidR="006F676A">
        <w:t xml:space="preserve"> küla, </w:t>
      </w:r>
      <w:r w:rsidR="00D10106">
        <w:t>Siloaugu</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6F2CFEBF" w:rsidR="007F2CD3" w:rsidRPr="003E245A" w:rsidRDefault="007F2CD3" w:rsidP="007F2CD3">
      <w:pPr>
        <w:pStyle w:val="Loendilik"/>
        <w:numPr>
          <w:ilvl w:val="0"/>
          <w:numId w:val="3"/>
        </w:numPr>
        <w:jc w:val="both"/>
      </w:pPr>
      <w:r w:rsidRPr="003E245A">
        <w:t xml:space="preserve">Koormata isikliku kasutusõigusega </w:t>
      </w:r>
      <w:r w:rsidR="00D10106">
        <w:t xml:space="preserve">Rääbise Põllumajanduse Osaühing </w:t>
      </w:r>
      <w:r w:rsidR="001368CE">
        <w:t>(</w:t>
      </w:r>
      <w:r w:rsidR="00F249DD">
        <w:t xml:space="preserve">registrikood </w:t>
      </w:r>
      <w:r w:rsidR="00D10106">
        <w:t>10148761</w:t>
      </w:r>
      <w:r w:rsidR="00310D63">
        <w:t xml:space="preserve">, </w:t>
      </w:r>
      <w:r w:rsidRPr="003E245A">
        <w:t xml:space="preserve">edaspidi </w:t>
      </w:r>
      <w:r w:rsidRPr="003E245A">
        <w:rPr>
          <w:i/>
        </w:rPr>
        <w:t>omanik</w:t>
      </w:r>
      <w:r w:rsidRPr="003E245A">
        <w:t>) omandisse kuuluv</w:t>
      </w:r>
      <w:r w:rsidR="00CE4584">
        <w:t xml:space="preserve"> </w:t>
      </w:r>
      <w:r w:rsidR="000B3943">
        <w:t>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D10106">
        <w:t>2716835,</w:t>
      </w:r>
      <w:r w:rsidR="00D10106" w:rsidRPr="00631681">
        <w:t xml:space="preserve"> </w:t>
      </w:r>
      <w:r w:rsidR="00D10106">
        <w:t xml:space="preserve">katastritunnus 81002:002:0056, </w:t>
      </w:r>
      <w:r w:rsidR="00D10106" w:rsidRPr="00631681">
        <w:t xml:space="preserve">asukoht </w:t>
      </w:r>
      <w:r w:rsidR="00D10106">
        <w:t>Jõgeva maakond, Jõgeva vald, Tõikvere küla, Siloaugu</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4F95580A"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D10106">
        <w:rPr>
          <w:i/>
          <w:iCs/>
        </w:rPr>
        <w:t>Siloaugu</w:t>
      </w:r>
      <w:r w:rsidR="00F80D71" w:rsidRPr="00D24FC4">
        <w:rPr>
          <w:i/>
          <w:iCs/>
        </w:rPr>
        <w:t xml:space="preserve"> </w:t>
      </w:r>
      <w:r w:rsidRPr="00D24FC4">
        <w:rPr>
          <w:i/>
          <w:iCs/>
        </w:rPr>
        <w:t>katastriüksusel</w:t>
      </w:r>
      <w:r w:rsidRPr="00631681">
        <w:t xml:space="preserve"> (katastritunnus</w:t>
      </w:r>
      <w:r w:rsidR="00D001D4">
        <w:t xml:space="preserve"> </w:t>
      </w:r>
      <w:r w:rsidR="00793A3E">
        <w:t>81002:002:</w:t>
      </w:r>
      <w:r w:rsidR="00A6693E">
        <w:t>0056</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61B7FF93"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793A3E">
        <w:rPr>
          <w:i/>
          <w:iCs/>
        </w:rPr>
        <w:t>Katariina</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A6693E">
        <w:rPr>
          <w:i/>
          <w:iCs/>
        </w:rPr>
        <w:t>104</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3725B2C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3C488723" w14:textId="1B8BF695" w:rsidR="00793A3E" w:rsidRDefault="00793A3E" w:rsidP="00793A3E">
      <w:pPr>
        <w:jc w:val="both"/>
      </w:pPr>
    </w:p>
    <w:p w14:paraId="637F7FFA" w14:textId="77777777" w:rsidR="00793A3E" w:rsidRPr="001C6CD6" w:rsidRDefault="00793A3E" w:rsidP="00793A3E">
      <w:pPr>
        <w:jc w:val="both"/>
      </w:pPr>
    </w:p>
    <w:p w14:paraId="3186DC6F" w14:textId="77777777" w:rsidR="00FD45AD" w:rsidRDefault="00FD45AD" w:rsidP="00FD45AD">
      <w:pPr>
        <w:numPr>
          <w:ilvl w:val="1"/>
          <w:numId w:val="3"/>
        </w:numPr>
        <w:jc w:val="both"/>
      </w:pPr>
      <w:r w:rsidRPr="00631681">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7917B3FC" w:rsidR="00D638ED" w:rsidRDefault="00FD45AD" w:rsidP="00390F1A">
      <w:pPr>
        <w:jc w:val="both"/>
      </w:pPr>
      <w:r w:rsidRPr="00631681">
        <w:t xml:space="preserve">Jaotuskava: </w:t>
      </w:r>
      <w:r w:rsidR="00AE235F">
        <w:t>Avo Jürissaar</w:t>
      </w:r>
      <w:r w:rsidR="00D24FC4">
        <w:t xml:space="preserve">, </w:t>
      </w:r>
      <w:r w:rsidR="003932BE">
        <w:t>Rääbise Põllumajanduse Osaühing</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C9"/>
    <w:rsid w:val="002D1AFB"/>
    <w:rsid w:val="002E3EE9"/>
    <w:rsid w:val="002E62C5"/>
    <w:rsid w:val="00301AFE"/>
    <w:rsid w:val="00304A05"/>
    <w:rsid w:val="00310D63"/>
    <w:rsid w:val="00321645"/>
    <w:rsid w:val="00330D03"/>
    <w:rsid w:val="003311EE"/>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932BE"/>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93A3E"/>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6693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433F"/>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10106"/>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62C9"/>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58E9"/>
    <w:rsid w:val="00F23DBE"/>
    <w:rsid w:val="00F249DD"/>
    <w:rsid w:val="00F35A6B"/>
    <w:rsid w:val="00F4291E"/>
    <w:rsid w:val="00F44F13"/>
    <w:rsid w:val="00F4676A"/>
    <w:rsid w:val="00F51297"/>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8</TotalTime>
  <Pages>2</Pages>
  <Words>542</Words>
  <Characters>4081</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5</cp:revision>
  <cp:lastPrinted>2022-09-26T08:52:00Z</cp:lastPrinted>
  <dcterms:created xsi:type="dcterms:W3CDTF">2022-09-26T08:53:00Z</dcterms:created>
  <dcterms:modified xsi:type="dcterms:W3CDTF">2022-09-27T09:58:00Z</dcterms:modified>
</cp:coreProperties>
</file>